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83482" w14:textId="77777777" w:rsidR="00E85637" w:rsidRDefault="00E85637">
      <w:pPr>
        <w:rPr>
          <w:spacing w:val="0"/>
          <w:position w:val="0"/>
          <w:sz w:val="20"/>
        </w:rPr>
      </w:pPr>
    </w:p>
    <w:p w14:paraId="04B34535" w14:textId="77777777" w:rsidR="00E85637" w:rsidRDefault="00776536">
      <w:pPr>
        <w:framePr w:w="9639" w:h="851" w:wrap="around" w:vAnchor="page" w:hAnchor="page" w:x="1702" w:y="625"/>
        <w:rPr>
          <w:spacing w:val="0"/>
          <w:position w:val="0"/>
        </w:rPr>
      </w:pPr>
      <w:r w:rsidRPr="00AB184C">
        <w:rPr>
          <w:noProof/>
          <w:spacing w:val="0"/>
          <w:position w:val="0"/>
          <w:lang w:eastAsia="et-EE"/>
        </w:rPr>
        <w:drawing>
          <wp:inline distT="0" distB="0" distL="0" distR="0" wp14:anchorId="1C9C7DA6" wp14:editId="3A8D0FE3">
            <wp:extent cx="6046530" cy="6413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MK_peakontor_ee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2BDE5" w14:textId="50414CF9" w:rsidR="001673D3" w:rsidRDefault="00B755A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Liilia Tamm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Meie </w:t>
      </w:r>
      <w:r w:rsidR="00CF5B94" w:rsidRPr="00613AA0">
        <w:rPr>
          <w:rFonts w:ascii="Times-Roman" w:hAnsi="Times-Roman" w:cs="Times-Roman"/>
          <w:spacing w:val="0"/>
          <w:position w:val="0"/>
          <w:szCs w:val="24"/>
          <w:lang w:eastAsia="et-EE"/>
        </w:rPr>
        <w:t>digita</w:t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>alallkirja kuupäev  nr 3-2.1/</w:t>
      </w:r>
      <w:r w:rsidR="00EF665B">
        <w:rPr>
          <w:rFonts w:ascii="Times-Roman" w:hAnsi="Times-Roman" w:cs="Times-Roman"/>
          <w:spacing w:val="0"/>
          <w:position w:val="0"/>
          <w:szCs w:val="24"/>
          <w:lang w:eastAsia="et-EE"/>
        </w:rPr>
        <w:t>202</w:t>
      </w:r>
      <w:r w:rsidR="00D90B9A">
        <w:rPr>
          <w:rFonts w:ascii="Times-Roman" w:hAnsi="Times-Roman" w:cs="Times-Roman"/>
          <w:spacing w:val="0"/>
          <w:position w:val="0"/>
          <w:szCs w:val="24"/>
          <w:lang w:eastAsia="et-EE"/>
        </w:rPr>
        <w:t>4</w:t>
      </w:r>
      <w:r w:rsidR="00EF665B">
        <w:rPr>
          <w:rFonts w:ascii="Times-Roman" w:hAnsi="Times-Roman" w:cs="Times-Roman"/>
          <w:spacing w:val="0"/>
          <w:position w:val="0"/>
          <w:szCs w:val="24"/>
          <w:lang w:eastAsia="et-EE"/>
        </w:rPr>
        <w:t>/</w:t>
      </w:r>
      <w:r w:rsidR="00A062B0">
        <w:rPr>
          <w:rFonts w:ascii="Times-Roman" w:hAnsi="Times-Roman" w:cs="Times-Roman"/>
          <w:spacing w:val="0"/>
          <w:position w:val="0"/>
          <w:szCs w:val="24"/>
          <w:lang w:eastAsia="et-EE"/>
        </w:rPr>
        <w:t>3802</w:t>
      </w:r>
    </w:p>
    <w:p w14:paraId="08EBEA83" w14:textId="77777777" w:rsidR="00F85C85" w:rsidRDefault="00610B44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Keskkonnaameti </w:t>
      </w:r>
      <w:r w:rsidR="00AF260E">
        <w:rPr>
          <w:rFonts w:ascii="Times-Roman" w:hAnsi="Times-Roman" w:cs="Times-Roman"/>
          <w:spacing w:val="0"/>
          <w:position w:val="0"/>
          <w:szCs w:val="24"/>
          <w:lang w:eastAsia="et-EE"/>
        </w:rPr>
        <w:t>Metsaosakond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</w:p>
    <w:p w14:paraId="5D9061DB" w14:textId="77777777" w:rsidR="001673D3" w:rsidRDefault="00F85C85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juhtivspetsialist</w:t>
      </w:r>
    </w:p>
    <w:p w14:paraId="0706E63A" w14:textId="77777777" w:rsidR="001673D3" w:rsidRDefault="00B755A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liilia.tamm</w:t>
      </w:r>
      <w:r w:rsidR="001673D3">
        <w:rPr>
          <w:rFonts w:ascii="Times-Roman" w:hAnsi="Times-Roman" w:cs="Times-Roman"/>
          <w:spacing w:val="0"/>
          <w:position w:val="0"/>
          <w:szCs w:val="24"/>
          <w:lang w:eastAsia="et-EE"/>
        </w:rPr>
        <w:t>@keskkonnaamet.ee</w:t>
      </w:r>
    </w:p>
    <w:p w14:paraId="2EBB067A" w14:textId="77777777" w:rsidR="00C43C66" w:rsidRDefault="00C43C66" w:rsidP="001673D3">
      <w:pPr>
        <w:autoSpaceDE w:val="0"/>
        <w:autoSpaceDN w:val="0"/>
        <w:adjustRightInd w:val="0"/>
        <w:ind w:left="612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7F45421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534C5FB6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3400AE45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192A6F26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0BF6D5BB" w14:textId="77777777" w:rsidR="001673D3" w:rsidRDefault="008D507D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  <w:r w:rsidRPr="008D507D"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  <w:t>Taotlus metsauuenduse uuenemistähtaja pikendamiseks</w:t>
      </w:r>
    </w:p>
    <w:p w14:paraId="17722101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1068F470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257634B2" w14:textId="58D69416" w:rsidR="00C43C66" w:rsidRDefault="008D507D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Esitame kirja lisana taotluse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d 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uu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enemistähtaja pikendamiseks </w:t>
      </w:r>
      <w:r w:rsidR="00EA7A34">
        <w:rPr>
          <w:rFonts w:ascii="Times-Roman" w:hAnsi="Times-Roman" w:cs="Times-Roman"/>
          <w:spacing w:val="0"/>
          <w:position w:val="0"/>
          <w:szCs w:val="24"/>
          <w:lang w:eastAsia="et-EE"/>
        </w:rPr>
        <w:t>tähtaegselt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uuenemata</w:t>
      </w:r>
      <w:r w:rsidR="00CF354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</w:t>
      </w:r>
      <w:r w:rsidR="00AF260E">
        <w:rPr>
          <w:rFonts w:ascii="Times-Roman" w:hAnsi="Times-Roman" w:cs="Times-Roman"/>
          <w:spacing w:val="0"/>
          <w:position w:val="0"/>
          <w:szCs w:val="24"/>
          <w:lang w:eastAsia="et-EE"/>
        </w:rPr>
        <w:t>raiesmikele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.</w:t>
      </w:r>
    </w:p>
    <w:p w14:paraId="42D0597F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E0625E4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CE883FA" w14:textId="77777777" w:rsidR="008D507D" w:rsidRDefault="008D507D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F1BFA17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F563040" w14:textId="77777777" w:rsidR="001673D3" w:rsidRDefault="001673D3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Lugupidamisega,</w:t>
      </w:r>
    </w:p>
    <w:p w14:paraId="3885F6AB" w14:textId="77777777" w:rsidR="001673D3" w:rsidRDefault="001673D3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0654DBC9" w14:textId="1B3BE1A1" w:rsidR="00F85C85" w:rsidRDefault="00C149D3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Ilmar Paal</w:t>
      </w:r>
    </w:p>
    <w:p w14:paraId="00806373" w14:textId="77777777" w:rsidR="00C43C66" w:rsidRDefault="00C43C66" w:rsidP="001673D3">
      <w:pPr>
        <w:autoSpaceDE w:val="0"/>
        <w:autoSpaceDN w:val="0"/>
        <w:adjustRightInd w:val="0"/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</w:pPr>
    </w:p>
    <w:p w14:paraId="5873D372" w14:textId="77777777" w:rsidR="001673D3" w:rsidRDefault="001673D3" w:rsidP="001673D3">
      <w:pPr>
        <w:autoSpaceDE w:val="0"/>
        <w:autoSpaceDN w:val="0"/>
        <w:adjustRightInd w:val="0"/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</w:pPr>
      <w:r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  <w:t>/allkirjastatud digitaalselt/</w:t>
      </w:r>
    </w:p>
    <w:p w14:paraId="6E839DBF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A478BD1" w14:textId="77777777" w:rsidR="00CF5B94" w:rsidRDefault="00CF5B94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RMK metsakasvatustalituse</w:t>
      </w:r>
    </w:p>
    <w:p w14:paraId="35CBAC44" w14:textId="6647E4E4" w:rsidR="00CF5B94" w:rsidRDefault="00C149D3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Kirde</w:t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piirkonna metsakasvatusjuht</w:t>
      </w:r>
    </w:p>
    <w:p w14:paraId="619C7049" w14:textId="77777777" w:rsidR="00B755A6" w:rsidRDefault="00B755A6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98C9A94" w14:textId="77777777" w:rsidR="00B755A6" w:rsidRDefault="00B755A6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39863696" w14:textId="603770C8" w:rsidR="00B755A6" w:rsidRDefault="00CA233B" w:rsidP="00CA233B"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5045512</w:t>
      </w:r>
    </w:p>
    <w:p w14:paraId="5F2AC722" w14:textId="1A51BE5B" w:rsidR="00CA233B" w:rsidRPr="00CA233B" w:rsidRDefault="00000000" w:rsidP="00CA233B">
      <w:hyperlink r:id="rId8" w:history="1">
        <w:r w:rsidR="00CA233B" w:rsidRPr="00775D50">
          <w:rPr>
            <w:rStyle w:val="Hperlink"/>
          </w:rPr>
          <w:t>ilmar.paal@rmk.ee</w:t>
        </w:r>
      </w:hyperlink>
      <w:r w:rsidR="00CA233B">
        <w:t xml:space="preserve"> </w:t>
      </w:r>
    </w:p>
    <w:p w14:paraId="6CE8F879" w14:textId="77777777" w:rsidR="008D507D" w:rsidRPr="00C43C66" w:rsidRDefault="008D507D" w:rsidP="008D507D">
      <w:pPr>
        <w:rPr>
          <w:b/>
        </w:rPr>
      </w:pPr>
    </w:p>
    <w:p w14:paraId="40912DF2" w14:textId="77777777" w:rsidR="00F37CE5" w:rsidRPr="00C43C66" w:rsidRDefault="00F37CE5" w:rsidP="00C43C66">
      <w:pPr>
        <w:rPr>
          <w:b/>
        </w:rPr>
      </w:pPr>
    </w:p>
    <w:sectPr w:rsidR="00F37CE5" w:rsidRPr="00C43C66" w:rsidSect="001673D3">
      <w:footerReference w:type="default" r:id="rId9"/>
      <w:headerReference w:type="first" r:id="rId10"/>
      <w:footerReference w:type="first" r:id="rId11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4A72" w14:textId="77777777" w:rsidR="00FF1890" w:rsidRDefault="00FF1890">
      <w:r>
        <w:separator/>
      </w:r>
    </w:p>
  </w:endnote>
  <w:endnote w:type="continuationSeparator" w:id="0">
    <w:p w14:paraId="11BCD12F" w14:textId="77777777" w:rsidR="00FF1890" w:rsidRDefault="00FF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7FC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D9DD6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3A1A" w14:textId="77777777" w:rsidR="00FF1890" w:rsidRDefault="00FF1890">
      <w:r>
        <w:separator/>
      </w:r>
    </w:p>
  </w:footnote>
  <w:footnote w:type="continuationSeparator" w:id="0">
    <w:p w14:paraId="2A04D6B2" w14:textId="77777777" w:rsidR="00FF1890" w:rsidRDefault="00FF1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CE12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FD0F67"/>
    <w:multiLevelType w:val="hybridMultilevel"/>
    <w:tmpl w:val="877663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E8C326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95641841">
    <w:abstractNumId w:val="0"/>
  </w:num>
  <w:num w:numId="2" w16cid:durableId="611742148">
    <w:abstractNumId w:val="2"/>
  </w:num>
  <w:num w:numId="3" w16cid:durableId="38209576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70"/>
    <w:rsid w:val="000006D1"/>
    <w:rsid w:val="0006236E"/>
    <w:rsid w:val="00072910"/>
    <w:rsid w:val="000B741B"/>
    <w:rsid w:val="000D31BC"/>
    <w:rsid w:val="00124F90"/>
    <w:rsid w:val="00135290"/>
    <w:rsid w:val="00152349"/>
    <w:rsid w:val="0015432F"/>
    <w:rsid w:val="001673D3"/>
    <w:rsid w:val="00191251"/>
    <w:rsid w:val="001C6FED"/>
    <w:rsid w:val="001D7EF9"/>
    <w:rsid w:val="001E574A"/>
    <w:rsid w:val="001F2E75"/>
    <w:rsid w:val="001F495C"/>
    <w:rsid w:val="00201583"/>
    <w:rsid w:val="002067FE"/>
    <w:rsid w:val="00214733"/>
    <w:rsid w:val="002760BA"/>
    <w:rsid w:val="00293C99"/>
    <w:rsid w:val="003051B0"/>
    <w:rsid w:val="003143D0"/>
    <w:rsid w:val="00356C40"/>
    <w:rsid w:val="003659A5"/>
    <w:rsid w:val="004325B2"/>
    <w:rsid w:val="00452B57"/>
    <w:rsid w:val="00494BCF"/>
    <w:rsid w:val="004A167F"/>
    <w:rsid w:val="005378D4"/>
    <w:rsid w:val="005532DC"/>
    <w:rsid w:val="005713B3"/>
    <w:rsid w:val="00574CC0"/>
    <w:rsid w:val="00591480"/>
    <w:rsid w:val="005A2CC9"/>
    <w:rsid w:val="005F5326"/>
    <w:rsid w:val="00610B44"/>
    <w:rsid w:val="00613276"/>
    <w:rsid w:val="006328E8"/>
    <w:rsid w:val="006B1C69"/>
    <w:rsid w:val="00704BBF"/>
    <w:rsid w:val="00707F25"/>
    <w:rsid w:val="00733B8B"/>
    <w:rsid w:val="00755845"/>
    <w:rsid w:val="00776536"/>
    <w:rsid w:val="007E0D20"/>
    <w:rsid w:val="007F482F"/>
    <w:rsid w:val="00812B86"/>
    <w:rsid w:val="0081429B"/>
    <w:rsid w:val="00835201"/>
    <w:rsid w:val="00850393"/>
    <w:rsid w:val="00854980"/>
    <w:rsid w:val="00874EA2"/>
    <w:rsid w:val="008A1A2C"/>
    <w:rsid w:val="008A3657"/>
    <w:rsid w:val="008B1038"/>
    <w:rsid w:val="008C2105"/>
    <w:rsid w:val="008D507D"/>
    <w:rsid w:val="00903387"/>
    <w:rsid w:val="00953A05"/>
    <w:rsid w:val="009A22EB"/>
    <w:rsid w:val="009B568F"/>
    <w:rsid w:val="009E2046"/>
    <w:rsid w:val="009F2D6B"/>
    <w:rsid w:val="00A062B0"/>
    <w:rsid w:val="00A412E6"/>
    <w:rsid w:val="00A5620C"/>
    <w:rsid w:val="00A673ED"/>
    <w:rsid w:val="00A749E3"/>
    <w:rsid w:val="00A9445B"/>
    <w:rsid w:val="00AA6DA9"/>
    <w:rsid w:val="00AB1C8B"/>
    <w:rsid w:val="00AF260E"/>
    <w:rsid w:val="00B05430"/>
    <w:rsid w:val="00B06ABC"/>
    <w:rsid w:val="00B107EA"/>
    <w:rsid w:val="00B16892"/>
    <w:rsid w:val="00B755A6"/>
    <w:rsid w:val="00B7608B"/>
    <w:rsid w:val="00B85162"/>
    <w:rsid w:val="00B910AA"/>
    <w:rsid w:val="00BC7F29"/>
    <w:rsid w:val="00BE0894"/>
    <w:rsid w:val="00BE7092"/>
    <w:rsid w:val="00C149D3"/>
    <w:rsid w:val="00C233F4"/>
    <w:rsid w:val="00C24A8C"/>
    <w:rsid w:val="00C32B5E"/>
    <w:rsid w:val="00C43C66"/>
    <w:rsid w:val="00C52479"/>
    <w:rsid w:val="00C5594A"/>
    <w:rsid w:val="00C67247"/>
    <w:rsid w:val="00C75D5A"/>
    <w:rsid w:val="00C8127B"/>
    <w:rsid w:val="00C96A00"/>
    <w:rsid w:val="00CA233B"/>
    <w:rsid w:val="00CE6A7A"/>
    <w:rsid w:val="00CF3544"/>
    <w:rsid w:val="00CF5B94"/>
    <w:rsid w:val="00D24A33"/>
    <w:rsid w:val="00D90B9A"/>
    <w:rsid w:val="00DA3F3C"/>
    <w:rsid w:val="00DC359A"/>
    <w:rsid w:val="00DE5B5B"/>
    <w:rsid w:val="00E36485"/>
    <w:rsid w:val="00E37F0F"/>
    <w:rsid w:val="00E457F8"/>
    <w:rsid w:val="00E566BC"/>
    <w:rsid w:val="00E83324"/>
    <w:rsid w:val="00E85637"/>
    <w:rsid w:val="00E95B70"/>
    <w:rsid w:val="00EA7A34"/>
    <w:rsid w:val="00EC5BAE"/>
    <w:rsid w:val="00EE1684"/>
    <w:rsid w:val="00EF2153"/>
    <w:rsid w:val="00EF665B"/>
    <w:rsid w:val="00F04FCF"/>
    <w:rsid w:val="00F37CE5"/>
    <w:rsid w:val="00F67F07"/>
    <w:rsid w:val="00F85C85"/>
    <w:rsid w:val="00F9090E"/>
    <w:rsid w:val="00FE3D79"/>
    <w:rsid w:val="00F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2D3C43"/>
  <w15:docId w15:val="{849C7B02-7E99-4DCF-A453-736B3314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BE7092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2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mar.paal@rmk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rik\Downloads\laanemaa%20mk%20ak%20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laanemaa mk ak kiri</Template>
  <TotalTime>4</TotalTime>
  <Pages>1</Pages>
  <Words>73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499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Kasutaja</dc:creator>
  <dc:description>Ver 4.0, 05.2013</dc:description>
  <cp:lastModifiedBy>Ilmar Paal</cp:lastModifiedBy>
  <cp:revision>6</cp:revision>
  <cp:lastPrinted>2014-04-01T12:05:00Z</cp:lastPrinted>
  <dcterms:created xsi:type="dcterms:W3CDTF">2024-06-10T13:15:00Z</dcterms:created>
  <dcterms:modified xsi:type="dcterms:W3CDTF">2024-06-11T06:24:00Z</dcterms:modified>
</cp:coreProperties>
</file>